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79023" w14:textId="77777777" w:rsidR="00A23F80" w:rsidRDefault="004C593A" w:rsidP="00A23F80">
      <w:pPr>
        <w:pStyle w:val="berschrift1"/>
        <w:rPr>
          <w:lang w:val="de-CH"/>
        </w:rPr>
      </w:pPr>
      <w:r>
        <w:rPr>
          <w:lang w:val="de-CH"/>
        </w:rPr>
        <w:t>Eine Facharbeit schreiben</w:t>
      </w:r>
      <w:r w:rsidRPr="00682941">
        <w:rPr>
          <w:lang w:val="de-CH"/>
        </w:rPr>
        <w:t xml:space="preserve"> – </w:t>
      </w:r>
      <w:r w:rsidR="00A23F80">
        <w:rPr>
          <w:lang w:val="de-CH"/>
        </w:rPr>
        <w:t xml:space="preserve">Checkliste </w:t>
      </w:r>
    </w:p>
    <w:p w14:paraId="22216AA7" w14:textId="77777777" w:rsidR="00682941" w:rsidRPr="00682941" w:rsidRDefault="00682941" w:rsidP="004B4713">
      <w:pPr>
        <w:pStyle w:val="AufzZx1zLpucesxinterl1Puntielencoxil1"/>
        <w:numPr>
          <w:ilvl w:val="0"/>
          <w:numId w:val="0"/>
        </w:numPr>
        <w:ind w:left="360"/>
      </w:pPr>
    </w:p>
    <w:p w14:paraId="77055DA2" w14:textId="77777777" w:rsidR="00F44DC6" w:rsidRPr="004C593A" w:rsidRDefault="00A23F80" w:rsidP="0030674D">
      <w:pPr>
        <w:pStyle w:val="berschrift2"/>
        <w:rPr>
          <w:sz w:val="22"/>
          <w:szCs w:val="22"/>
        </w:rPr>
      </w:pPr>
      <w:r w:rsidRPr="004C593A">
        <w:rPr>
          <w:sz w:val="22"/>
          <w:szCs w:val="22"/>
        </w:rPr>
        <w:t>Allgemeine Informationen</w:t>
      </w:r>
      <w:r w:rsidR="00682941">
        <w:rPr>
          <w:sz w:val="22"/>
          <w:szCs w:val="22"/>
        </w:rPr>
        <w:t>:</w:t>
      </w:r>
    </w:p>
    <w:p w14:paraId="23E60F4E" w14:textId="77777777" w:rsidR="00B453A2" w:rsidRPr="004C593A" w:rsidRDefault="00A23F80" w:rsidP="00682941">
      <w:pPr>
        <w:pStyle w:val="Listenabsatz"/>
        <w:numPr>
          <w:ilvl w:val="0"/>
          <w:numId w:val="16"/>
        </w:numPr>
        <w:rPr>
          <w:sz w:val="22"/>
          <w:szCs w:val="22"/>
        </w:rPr>
      </w:pPr>
      <w:r w:rsidRPr="004C593A">
        <w:rPr>
          <w:sz w:val="22"/>
          <w:szCs w:val="22"/>
        </w:rPr>
        <w:t>MERKBLATT Prüfungsteil 1 für die Berufsprüfung (Wegleitung Anhang 3 Prüfungsordnung Zivilschutzinstruktor / in mit eidgenössischem Fachausweis) genau durchlesen</w:t>
      </w:r>
    </w:p>
    <w:p w14:paraId="4BE5FC20" w14:textId="77777777" w:rsidR="00A23F80" w:rsidRDefault="00A23F80" w:rsidP="00682941">
      <w:pPr>
        <w:pStyle w:val="Listenabsatz"/>
        <w:numPr>
          <w:ilvl w:val="0"/>
          <w:numId w:val="16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Einen detaillierten Zeitplan erstellen und laufend anpassen </w:t>
      </w:r>
    </w:p>
    <w:p w14:paraId="51063AD4" w14:textId="77777777" w:rsidR="006334D8" w:rsidRPr="004C593A" w:rsidRDefault="006334D8" w:rsidP="00682941">
      <w:pPr>
        <w:pStyle w:val="Listenabsatz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Sich mögliche Themen überlegen, mit dem Auftraggeber / der Auftraggeberin einen schriftlichen Auftrag vereinbaren und anschliessend die Disposition erstellen</w:t>
      </w:r>
    </w:p>
    <w:p w14:paraId="770BC3BC" w14:textId="77777777" w:rsidR="00A23F80" w:rsidRDefault="00A23F80" w:rsidP="00682941">
      <w:pPr>
        <w:pStyle w:val="Listenabsatz"/>
        <w:numPr>
          <w:ilvl w:val="0"/>
          <w:numId w:val="16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Die fertige Arbeit von mindestens einem Kollegen/ einer Kollegin gegenlesen lassen und auf Rechtschreibung und inhaltliche Schwächen überprüfen lassen </w:t>
      </w:r>
    </w:p>
    <w:p w14:paraId="1960F2A5" w14:textId="77777777" w:rsidR="00682941" w:rsidRPr="004B4713" w:rsidRDefault="00682941" w:rsidP="00682941">
      <w:pPr>
        <w:pStyle w:val="Listenabsatz"/>
        <w:rPr>
          <w:sz w:val="18"/>
          <w:szCs w:val="22"/>
        </w:rPr>
      </w:pPr>
    </w:p>
    <w:p w14:paraId="3749546C" w14:textId="77777777" w:rsidR="00A23F80" w:rsidRPr="00682941" w:rsidRDefault="00A23F80" w:rsidP="00682941">
      <w:pPr>
        <w:pStyle w:val="berschrift2"/>
        <w:rPr>
          <w:bCs/>
          <w:sz w:val="22"/>
        </w:rPr>
      </w:pPr>
      <w:r w:rsidRPr="00682941">
        <w:rPr>
          <w:bCs/>
          <w:sz w:val="22"/>
        </w:rPr>
        <w:t xml:space="preserve">Formale Richtlinien </w:t>
      </w:r>
      <w:r w:rsidR="002F5641" w:rsidRPr="00682941">
        <w:rPr>
          <w:bCs/>
          <w:sz w:val="22"/>
        </w:rPr>
        <w:t>einhalten</w:t>
      </w:r>
      <w:r w:rsidR="00682941" w:rsidRPr="00682941">
        <w:rPr>
          <w:bCs/>
          <w:sz w:val="22"/>
        </w:rPr>
        <w:t>:</w:t>
      </w:r>
    </w:p>
    <w:p w14:paraId="13387AB8" w14:textId="0AC400BF" w:rsidR="00A23F80" w:rsidRPr="004C593A" w:rsidRDefault="00A23F80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30 000 bis 50 000 Zeichen (inklusive Leerzeichen, ohne </w:t>
      </w:r>
      <w:r w:rsidR="006334D8">
        <w:rPr>
          <w:sz w:val="22"/>
          <w:szCs w:val="22"/>
        </w:rPr>
        <w:t>Titelblatt, Verzeichnisse und Anhänge</w:t>
      </w:r>
      <w:r w:rsidRPr="004C593A">
        <w:rPr>
          <w:sz w:val="22"/>
          <w:szCs w:val="22"/>
        </w:rPr>
        <w:t xml:space="preserve">) </w:t>
      </w:r>
    </w:p>
    <w:p w14:paraId="78C8A342" w14:textId="1C5D4C92" w:rsidR="00A23F80" w:rsidRPr="004C593A" w:rsidRDefault="00A23F80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>Schriftart Arial</w:t>
      </w:r>
      <w:r w:rsidR="006334D8">
        <w:rPr>
          <w:sz w:val="22"/>
          <w:szCs w:val="22"/>
        </w:rPr>
        <w:t>, Calibri</w:t>
      </w:r>
      <w:r w:rsidRPr="004C593A">
        <w:rPr>
          <w:sz w:val="22"/>
          <w:szCs w:val="22"/>
        </w:rPr>
        <w:t xml:space="preserve"> oder </w:t>
      </w:r>
      <w:r w:rsidR="006334D8">
        <w:rPr>
          <w:sz w:val="22"/>
          <w:szCs w:val="22"/>
        </w:rPr>
        <w:t xml:space="preserve">Helvetica </w:t>
      </w:r>
      <w:r w:rsidRPr="004C593A">
        <w:rPr>
          <w:sz w:val="22"/>
          <w:szCs w:val="22"/>
        </w:rPr>
        <w:t>wählen, konsequent einhalten</w:t>
      </w:r>
    </w:p>
    <w:p w14:paraId="442C0094" w14:textId="77777777" w:rsidR="00A23F80" w:rsidRPr="004C593A" w:rsidRDefault="00A23F80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Schriftgrösse 11 </w:t>
      </w:r>
    </w:p>
    <w:p w14:paraId="671F134B" w14:textId="77777777" w:rsidR="00A23F80" w:rsidRPr="004C593A" w:rsidRDefault="00A23F80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Einfacher Zeilenabstand </w:t>
      </w:r>
    </w:p>
    <w:p w14:paraId="2E3402CF" w14:textId="77777777" w:rsidR="00A23F80" w:rsidRPr="004C593A" w:rsidRDefault="00682941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Seiten nummerieren</w:t>
      </w:r>
      <w:r w:rsidR="00A23F80" w:rsidRPr="004C593A">
        <w:rPr>
          <w:sz w:val="22"/>
          <w:szCs w:val="22"/>
        </w:rPr>
        <w:t xml:space="preserve"> (Titelblatt ohne Nummer) </w:t>
      </w:r>
    </w:p>
    <w:p w14:paraId="1C5C7B85" w14:textId="77777777" w:rsidR="00A23F80" w:rsidRPr="004C593A" w:rsidRDefault="00A23F80" w:rsidP="006334D8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>Seitenränder</w:t>
      </w:r>
      <w:r w:rsidR="006334D8">
        <w:rPr>
          <w:sz w:val="22"/>
          <w:szCs w:val="22"/>
        </w:rPr>
        <w:t xml:space="preserve"> (</w:t>
      </w:r>
      <w:r w:rsidR="006334D8" w:rsidRPr="006334D8">
        <w:rPr>
          <w:sz w:val="22"/>
          <w:szCs w:val="22"/>
        </w:rPr>
        <w:t>links und rechts je 2.5 cm, oben 2.5 cm, unten 2 cm</w:t>
      </w:r>
      <w:r w:rsidR="006334D8">
        <w:rPr>
          <w:sz w:val="22"/>
          <w:szCs w:val="22"/>
        </w:rPr>
        <w:t>)</w:t>
      </w:r>
    </w:p>
    <w:p w14:paraId="22FB5943" w14:textId="77777777" w:rsidR="00A23F80" w:rsidRPr="004C593A" w:rsidRDefault="00A23F80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Formatvorlagen zur besseren Strukturierung verwenden </w:t>
      </w:r>
    </w:p>
    <w:p w14:paraId="1F9C1ECE" w14:textId="77777777" w:rsidR="00A23F80" w:rsidRPr="004C593A" w:rsidRDefault="00A23F80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Titelblatt nach Richtlinien erstellen </w:t>
      </w:r>
    </w:p>
    <w:p w14:paraId="435698E8" w14:textId="77777777" w:rsidR="00A23F80" w:rsidRPr="004C593A" w:rsidRDefault="00A23F80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Inhaltsverzeichnis (ev. Abkürzungsverzeichnis) erstellen </w:t>
      </w:r>
    </w:p>
    <w:p w14:paraId="6C34CE7A" w14:textId="77777777" w:rsidR="00A23F80" w:rsidRPr="004C593A" w:rsidRDefault="00A23F80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Abbildungsverzeichnis erstellen </w:t>
      </w:r>
    </w:p>
    <w:p w14:paraId="39785D5E" w14:textId="5911E9FA" w:rsidR="002F5641" w:rsidRPr="004B4713" w:rsidRDefault="002F5641" w:rsidP="004B4713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Literaturverzeichnis / Bibliographie in alphabetischer Reihenfolge erstellen </w:t>
      </w:r>
    </w:p>
    <w:p w14:paraId="59A2AD86" w14:textId="77777777" w:rsidR="002F5641" w:rsidRPr="004C593A" w:rsidRDefault="002F5641" w:rsidP="00682941">
      <w:pPr>
        <w:pStyle w:val="Listenabsatz"/>
        <w:numPr>
          <w:ilvl w:val="0"/>
          <w:numId w:val="17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Unterschriebene Eigenständigkeitserklärung nicht vergessen </w:t>
      </w:r>
    </w:p>
    <w:p w14:paraId="50E7C75E" w14:textId="77777777" w:rsidR="002F5641" w:rsidRPr="004C593A" w:rsidRDefault="002F5641" w:rsidP="004C593A">
      <w:pPr>
        <w:pStyle w:val="Listenabsatz"/>
        <w:rPr>
          <w:sz w:val="22"/>
          <w:szCs w:val="22"/>
        </w:rPr>
      </w:pPr>
    </w:p>
    <w:p w14:paraId="66D84B3F" w14:textId="77777777" w:rsidR="006C788C" w:rsidRPr="00682941" w:rsidRDefault="002F5641" w:rsidP="00682941">
      <w:pPr>
        <w:pStyle w:val="berschrift2"/>
        <w:rPr>
          <w:bCs/>
          <w:sz w:val="22"/>
        </w:rPr>
      </w:pPr>
      <w:r w:rsidRPr="00682941">
        <w:rPr>
          <w:bCs/>
          <w:sz w:val="22"/>
        </w:rPr>
        <w:t xml:space="preserve">Umgang mit Informationen einhalten: </w:t>
      </w:r>
    </w:p>
    <w:p w14:paraId="12CB9185" w14:textId="77777777" w:rsidR="006C788C" w:rsidRPr="004C593A" w:rsidRDefault="002F5641" w:rsidP="00682941">
      <w:pPr>
        <w:pStyle w:val="Listenabsatz"/>
        <w:numPr>
          <w:ilvl w:val="0"/>
          <w:numId w:val="18"/>
        </w:numPr>
        <w:rPr>
          <w:sz w:val="22"/>
          <w:szCs w:val="22"/>
        </w:rPr>
      </w:pPr>
      <w:r w:rsidRPr="004C593A">
        <w:rPr>
          <w:sz w:val="22"/>
          <w:szCs w:val="22"/>
        </w:rPr>
        <w:t>Mit Zitaten, Quellenangaben, Abbildungen, Statistiken, Tabellen etc. wird die eigene Argumentation unterstützt. Wurden die Informationen treffend und logisch verwendet?</w:t>
      </w:r>
    </w:p>
    <w:p w14:paraId="269A68CB" w14:textId="77777777" w:rsidR="002F5641" w:rsidRPr="004C593A" w:rsidRDefault="002F5641" w:rsidP="00682941">
      <w:pPr>
        <w:pStyle w:val="Listenabsatz"/>
        <w:numPr>
          <w:ilvl w:val="0"/>
          <w:numId w:val="18"/>
        </w:numPr>
        <w:rPr>
          <w:sz w:val="22"/>
          <w:szCs w:val="22"/>
        </w:rPr>
      </w:pPr>
      <w:r w:rsidRPr="004C593A">
        <w:rPr>
          <w:sz w:val="22"/>
          <w:szCs w:val="22"/>
        </w:rPr>
        <w:t>Wurde fremdes Eigentum immer belegt? (Stichwort: Plagiat)</w:t>
      </w:r>
    </w:p>
    <w:p w14:paraId="0CB3068C" w14:textId="76100693" w:rsidR="002F5641" w:rsidRPr="004C593A" w:rsidRDefault="002F5641" w:rsidP="00682941">
      <w:pPr>
        <w:pStyle w:val="Listenabsatz"/>
        <w:numPr>
          <w:ilvl w:val="0"/>
          <w:numId w:val="18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Wurden die Zitierregeln </w:t>
      </w:r>
      <w:r w:rsidR="006334D8">
        <w:rPr>
          <w:sz w:val="22"/>
          <w:szCs w:val="22"/>
        </w:rPr>
        <w:t>gemäss Merbkblatt Prüfungste</w:t>
      </w:r>
      <w:bookmarkStart w:id="0" w:name="_GoBack"/>
      <w:bookmarkEnd w:id="0"/>
      <w:r w:rsidR="006334D8">
        <w:rPr>
          <w:sz w:val="22"/>
          <w:szCs w:val="22"/>
        </w:rPr>
        <w:t>il 1</w:t>
      </w:r>
      <w:r w:rsidRPr="004C593A">
        <w:rPr>
          <w:sz w:val="22"/>
          <w:szCs w:val="22"/>
        </w:rPr>
        <w:t xml:space="preserve"> eingehalten</w:t>
      </w:r>
    </w:p>
    <w:p w14:paraId="4B0ED152" w14:textId="77777777" w:rsidR="002F5641" w:rsidRPr="004C593A" w:rsidRDefault="002F5641" w:rsidP="00682941">
      <w:pPr>
        <w:pStyle w:val="Listenabsatz"/>
        <w:numPr>
          <w:ilvl w:val="0"/>
          <w:numId w:val="18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Fachliteratur sinnvoll auswählen </w:t>
      </w:r>
    </w:p>
    <w:p w14:paraId="128113EE" w14:textId="77777777" w:rsidR="002F5641" w:rsidRPr="004C593A" w:rsidRDefault="002F5641" w:rsidP="00682941">
      <w:pPr>
        <w:pStyle w:val="Listenabsatz"/>
        <w:numPr>
          <w:ilvl w:val="0"/>
          <w:numId w:val="18"/>
        </w:numPr>
        <w:rPr>
          <w:sz w:val="22"/>
          <w:szCs w:val="22"/>
        </w:rPr>
      </w:pPr>
      <w:r w:rsidRPr="004C593A">
        <w:rPr>
          <w:sz w:val="22"/>
          <w:szCs w:val="22"/>
        </w:rPr>
        <w:t xml:space="preserve">Sind die Abbildungen aussagekräftig? </w:t>
      </w:r>
    </w:p>
    <w:p w14:paraId="7CE63C77" w14:textId="77777777" w:rsidR="002F5641" w:rsidRPr="004C593A" w:rsidRDefault="002F5641" w:rsidP="00682941">
      <w:pPr>
        <w:pStyle w:val="Listenabsatz"/>
        <w:numPr>
          <w:ilvl w:val="0"/>
          <w:numId w:val="18"/>
        </w:numPr>
        <w:rPr>
          <w:sz w:val="22"/>
          <w:szCs w:val="22"/>
        </w:rPr>
      </w:pPr>
      <w:r w:rsidRPr="004C593A">
        <w:rPr>
          <w:sz w:val="22"/>
          <w:szCs w:val="22"/>
        </w:rPr>
        <w:t>Wurden Abbildungen und Tabelle richtig beschriftet und durchnummeriert?</w:t>
      </w:r>
    </w:p>
    <w:p w14:paraId="27AAAB7A" w14:textId="77777777" w:rsidR="004C593A" w:rsidRDefault="004C593A" w:rsidP="00682941">
      <w:pPr>
        <w:pStyle w:val="Listenabsatz"/>
        <w:numPr>
          <w:ilvl w:val="0"/>
          <w:numId w:val="18"/>
        </w:numPr>
        <w:rPr>
          <w:sz w:val="22"/>
          <w:szCs w:val="22"/>
        </w:rPr>
      </w:pPr>
      <w:r w:rsidRPr="004C593A">
        <w:rPr>
          <w:sz w:val="22"/>
          <w:szCs w:val="22"/>
        </w:rPr>
        <w:t>Sind (mögliche) Fussnoten aussagekräftig und liefern sie einen Mehrwert für die Facharbeit?</w:t>
      </w:r>
    </w:p>
    <w:p w14:paraId="59811FBD" w14:textId="77777777" w:rsidR="004C593A" w:rsidRPr="004C593A" w:rsidRDefault="004C593A" w:rsidP="00682941">
      <w:pPr>
        <w:pStyle w:val="Listenabsatz"/>
        <w:rPr>
          <w:sz w:val="22"/>
          <w:szCs w:val="22"/>
        </w:rPr>
      </w:pPr>
    </w:p>
    <w:p w14:paraId="49AB8D3F" w14:textId="77777777" w:rsidR="00682941" w:rsidRPr="00682941" w:rsidRDefault="004C593A" w:rsidP="00682941">
      <w:pPr>
        <w:pStyle w:val="berschrift2"/>
        <w:spacing w:before="0"/>
        <w:rPr>
          <w:bCs/>
          <w:sz w:val="22"/>
        </w:rPr>
      </w:pPr>
      <w:r w:rsidRPr="00682941">
        <w:rPr>
          <w:bCs/>
          <w:sz w:val="22"/>
        </w:rPr>
        <w:t>Überarbeitung der Facharbeit:</w:t>
      </w:r>
    </w:p>
    <w:p w14:paraId="55567FD4" w14:textId="77777777" w:rsidR="004C593A" w:rsidRPr="004C593A" w:rsidRDefault="004C593A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4C593A">
        <w:rPr>
          <w:sz w:val="22"/>
          <w:szCs w:val="22"/>
        </w:rPr>
        <w:t xml:space="preserve">Rechtschreibung kontrollieren </w:t>
      </w:r>
    </w:p>
    <w:p w14:paraId="7272CEF7" w14:textId="77777777" w:rsidR="004C593A" w:rsidRPr="004C593A" w:rsidRDefault="004C593A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4C593A">
        <w:rPr>
          <w:sz w:val="22"/>
          <w:szCs w:val="22"/>
        </w:rPr>
        <w:t xml:space="preserve">Text ist verständlich geschrieben, Gedankengänge sind nachvollziehbar </w:t>
      </w:r>
    </w:p>
    <w:p w14:paraId="397AC999" w14:textId="77777777" w:rsidR="004C593A" w:rsidRPr="004C593A" w:rsidRDefault="004C593A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4C593A">
        <w:rPr>
          <w:sz w:val="22"/>
          <w:szCs w:val="22"/>
        </w:rPr>
        <w:t xml:space="preserve">Es gibt keine widersprüchlichen Aussagen und unnötigen Wiederholungen </w:t>
      </w:r>
    </w:p>
    <w:p w14:paraId="3694D3C4" w14:textId="77777777" w:rsidR="004C593A" w:rsidRPr="004C593A" w:rsidRDefault="004C593A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4C593A">
        <w:rPr>
          <w:sz w:val="22"/>
          <w:szCs w:val="22"/>
        </w:rPr>
        <w:t>Kapitelüberschriften sind aussagekräftig und logisch gegliedert (neues Kapitel beginnt auf neuer Seite)</w:t>
      </w:r>
    </w:p>
    <w:p w14:paraId="068CD03C" w14:textId="77777777" w:rsidR="004C593A" w:rsidRPr="004C593A" w:rsidRDefault="004C593A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4C593A">
        <w:rPr>
          <w:sz w:val="22"/>
          <w:szCs w:val="22"/>
        </w:rPr>
        <w:t xml:space="preserve">Übergänge zwischen den Abschnitten sind </w:t>
      </w:r>
      <w:r w:rsidRPr="00682941">
        <w:rPr>
          <w:sz w:val="22"/>
          <w:szCs w:val="22"/>
        </w:rPr>
        <w:t xml:space="preserve">fliessend </w:t>
      </w:r>
      <w:r w:rsidRPr="00682941">
        <w:rPr>
          <w:b/>
          <w:sz w:val="22"/>
          <w:szCs w:val="22"/>
        </w:rPr>
        <w:t xml:space="preserve">(roter Faden) </w:t>
      </w:r>
    </w:p>
    <w:p w14:paraId="631D52F4" w14:textId="77777777" w:rsidR="004C593A" w:rsidRPr="004C593A" w:rsidRDefault="004C593A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4C593A">
        <w:rPr>
          <w:sz w:val="22"/>
          <w:szCs w:val="22"/>
        </w:rPr>
        <w:t xml:space="preserve">Jeder Abschnitt weist eine klare Botschaft auf </w:t>
      </w:r>
      <w:r w:rsidR="00682941">
        <w:rPr>
          <w:sz w:val="22"/>
          <w:szCs w:val="22"/>
        </w:rPr>
        <w:t xml:space="preserve">und Aussagen werden </w:t>
      </w:r>
      <w:r w:rsidRPr="004C593A">
        <w:rPr>
          <w:sz w:val="22"/>
          <w:szCs w:val="22"/>
        </w:rPr>
        <w:t>belegt</w:t>
      </w:r>
    </w:p>
    <w:p w14:paraId="77044D94" w14:textId="77777777" w:rsidR="004C593A" w:rsidRPr="004C593A" w:rsidRDefault="004C593A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4C593A">
        <w:rPr>
          <w:sz w:val="22"/>
          <w:szCs w:val="22"/>
        </w:rPr>
        <w:t xml:space="preserve">Das Literaturverzeichnis ist vollständig </w:t>
      </w:r>
    </w:p>
    <w:p w14:paraId="7B211907" w14:textId="77777777" w:rsidR="004C593A" w:rsidRPr="004C593A" w:rsidRDefault="004C593A" w:rsidP="00682941">
      <w:pPr>
        <w:pStyle w:val="Listenabsatz"/>
        <w:numPr>
          <w:ilvl w:val="0"/>
          <w:numId w:val="19"/>
        </w:numPr>
        <w:overflowPunct/>
        <w:autoSpaceDE/>
        <w:autoSpaceDN/>
        <w:adjustRightInd/>
        <w:spacing w:before="0"/>
        <w:textAlignment w:val="auto"/>
        <w:rPr>
          <w:sz w:val="22"/>
          <w:szCs w:val="22"/>
        </w:rPr>
      </w:pPr>
      <w:r w:rsidRPr="004C593A">
        <w:rPr>
          <w:sz w:val="22"/>
          <w:szCs w:val="22"/>
        </w:rPr>
        <w:t xml:space="preserve">Auf die Abbildungen wird im Text eingegangen </w:t>
      </w:r>
    </w:p>
    <w:sectPr w:rsidR="004C593A" w:rsidRPr="004C593A" w:rsidSect="00C80074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581" w:right="1134" w:bottom="1134" w:left="1701" w:header="7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06B4E" w14:textId="77777777" w:rsidR="00A23F80" w:rsidRDefault="00A23F80" w:rsidP="00B453A2">
      <w:r>
        <w:separator/>
      </w:r>
    </w:p>
  </w:endnote>
  <w:endnote w:type="continuationSeparator" w:id="0">
    <w:p w14:paraId="4C3181C0" w14:textId="77777777" w:rsidR="00A23F80" w:rsidRDefault="00A23F80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87B3E1" w14:textId="0B953844" w:rsidR="000A409F" w:rsidRPr="00C5257A" w:rsidRDefault="00C5257A" w:rsidP="00433E26">
    <w:pPr>
      <w:pStyle w:val="Fuss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="004B4713" w:rsidRPr="004B4713">
      <w:rPr>
        <w:lang w:val="de-DE"/>
      </w:rPr>
      <w:t>2</w:t>
    </w:r>
    <w:r>
      <w:fldChar w:fldCharType="end"/>
    </w:r>
    <w:r>
      <w:ptab w:relativeTo="margin" w:alignment="center" w:leader="none"/>
    </w:r>
    <w:r>
      <w:ptab w:relativeTo="margin" w:alignment="right" w:leader="none"/>
    </w:r>
    <w:r w:rsidR="004B4713">
      <w:fldChar w:fldCharType="begin"/>
    </w:r>
    <w:r w:rsidR="004B4713">
      <w:instrText xml:space="preserve"> FILENAME \* MERGEFORMAT </w:instrText>
    </w:r>
    <w:r w:rsidR="004B4713">
      <w:fldChar w:fldCharType="separate"/>
    </w:r>
    <w:r w:rsidR="00A23F80">
      <w:t>Dokument5</w:t>
    </w:r>
    <w:r w:rsidR="004B471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F4D48" w14:textId="77777777" w:rsidR="00BD03FD" w:rsidRPr="00C5257A" w:rsidRDefault="004B4713" w:rsidP="00433E26">
    <w:pPr>
      <w:pStyle w:val="Fuss"/>
      <w:rPr>
        <w:lang w:val="de-DE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A23F80">
      <w:t>Dokument5</w:t>
    </w:r>
    <w:r>
      <w:fldChar w:fldCharType="end"/>
    </w:r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4D6F99" w:rsidRPr="004D6F99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14B7B" w14:textId="3D117DC3" w:rsidR="00BD03FD" w:rsidRPr="00C5257A" w:rsidRDefault="00C01611" w:rsidP="00C5257A">
    <w:pPr>
      <w:pStyle w:val="Fuss"/>
      <w:tabs>
        <w:tab w:val="clear" w:pos="9072"/>
        <w:tab w:val="right" w:pos="8647"/>
      </w:tabs>
      <w:ind w:right="-1134"/>
      <w:rPr>
        <w:lang w:val="de-DE"/>
      </w:rPr>
    </w:pPr>
    <w:r>
      <w:rPr>
        <w:noProof w:val="0"/>
      </w:rPr>
      <w:fldChar w:fldCharType="begin"/>
    </w:r>
    <w:r>
      <w:rPr>
        <w:noProof w:val="0"/>
      </w:rPr>
      <w:instrText xml:space="preserve"> FILENAME   \* MERGEFORMAT </w:instrText>
    </w:r>
    <w:r>
      <w:rPr>
        <w:noProof w:val="0"/>
      </w:rPr>
      <w:fldChar w:fldCharType="separate"/>
    </w:r>
    <w:r w:rsidR="004B4713">
      <w:t>3.1 Checkliste Facharbeit 2022-05</w:t>
    </w:r>
    <w:r>
      <w:rPr>
        <w:noProof w:val="0"/>
      </w:rPr>
      <w:fldChar w:fldCharType="end"/>
    </w:r>
    <w:r>
      <w:rPr>
        <w:noProof w:val="0"/>
      </w:rPr>
      <w:tab/>
    </w:r>
    <w:r w:rsidR="004B4713">
      <w:rPr>
        <w:noProof w:val="0"/>
      </w:rPr>
      <w:tab/>
    </w:r>
    <w:r w:rsidR="00C5257A">
      <w:rPr>
        <w:noProof w:val="0"/>
      </w:rPr>
      <w:fldChar w:fldCharType="begin"/>
    </w:r>
    <w:r w:rsidR="00C5257A">
      <w:rPr>
        <w:noProof w:val="0"/>
      </w:rPr>
      <w:instrText>PAGE   \* MERGEFORMAT</w:instrText>
    </w:r>
    <w:r w:rsidR="00C5257A">
      <w:rPr>
        <w:noProof w:val="0"/>
      </w:rPr>
      <w:fldChar w:fldCharType="separate"/>
    </w:r>
    <w:r w:rsidR="004B4713" w:rsidRPr="004B4713">
      <w:rPr>
        <w:lang w:val="de-DE"/>
      </w:rPr>
      <w:t>1</w:t>
    </w:r>
    <w:r w:rsidR="00C5257A">
      <w:rPr>
        <w:noProof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97012" w14:textId="77777777" w:rsidR="00A23F80" w:rsidRDefault="00A23F80" w:rsidP="00B453A2">
      <w:r>
        <w:separator/>
      </w:r>
    </w:p>
  </w:footnote>
  <w:footnote w:type="continuationSeparator" w:id="0">
    <w:p w14:paraId="376D39D5" w14:textId="77777777" w:rsidR="00A23F80" w:rsidRDefault="00A23F80" w:rsidP="00B45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4D6F99" w14:paraId="34ECD1B5" w14:textId="77777777" w:rsidTr="006C788C">
      <w:tc>
        <w:tcPr>
          <w:tcW w:w="4848" w:type="dxa"/>
        </w:tcPr>
        <w:p w14:paraId="49C9F898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16ADFC04" wp14:editId="2BA9DBED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6452B95B" w14:textId="77777777" w:rsidR="006C788C" w:rsidRPr="00333EA5" w:rsidRDefault="00333EA5" w:rsidP="008F28D8">
          <w:pPr>
            <w:suppressAutoHyphens/>
            <w:spacing w:before="0" w:after="100" w:line="200" w:lineRule="exact"/>
            <w:rPr>
              <w:sz w:val="15"/>
              <w:lang w:val="de-DE"/>
            </w:rPr>
          </w:pPr>
          <w:r w:rsidRPr="00333EA5">
            <w:rPr>
              <w:sz w:val="15"/>
              <w:lang w:val="de-DE"/>
            </w:rPr>
            <w:t>Eidgenössisches Departement für Verteidigung,</w:t>
          </w:r>
          <w:r w:rsidRPr="00333EA5">
            <w:rPr>
              <w:sz w:val="15"/>
              <w:lang w:val="de-DE"/>
            </w:rPr>
            <w:br/>
            <w:t>Bevölkerungsschutz und Sport VBS</w:t>
          </w:r>
        </w:p>
        <w:p w14:paraId="549DC59A" w14:textId="77777777" w:rsidR="006C788C" w:rsidRPr="00AE6A6D" w:rsidRDefault="00333EA5" w:rsidP="00433E26">
          <w:pPr>
            <w:spacing w:before="0"/>
            <w:rPr>
              <w:sz w:val="22"/>
              <w:lang w:val="fr-CH"/>
            </w:rPr>
          </w:pPr>
          <w:r>
            <w:rPr>
              <w:b/>
              <w:sz w:val="15"/>
              <w:lang w:val="fr-CH"/>
            </w:rPr>
            <w:t>Bundesamt f</w:t>
          </w:r>
          <w:r>
            <w:rPr>
              <w:b/>
              <w:sz w:val="15"/>
            </w:rPr>
            <w:t>ür Bevölkerungsschutz BABS</w:t>
          </w:r>
          <w:r w:rsidR="006C788C" w:rsidRPr="006C788C">
            <w:rPr>
              <w:b/>
              <w:sz w:val="15"/>
              <w:lang w:val="fr-CH"/>
            </w:rPr>
            <w:br/>
          </w:r>
          <w:r>
            <w:rPr>
              <w:sz w:val="15"/>
              <w:lang w:val="fr-CH"/>
            </w:rPr>
            <w:t>Ausbildung</w:t>
          </w:r>
        </w:p>
        <w:p w14:paraId="43B29437" w14:textId="77777777" w:rsidR="006C788C" w:rsidRPr="00433E26" w:rsidRDefault="006C788C" w:rsidP="008F28D8">
          <w:pPr>
            <w:spacing w:before="0"/>
            <w:rPr>
              <w:sz w:val="22"/>
              <w:lang w:val="fr-CH"/>
            </w:rPr>
          </w:pPr>
        </w:p>
      </w:tc>
    </w:tr>
  </w:tbl>
  <w:p w14:paraId="7C35CA6B" w14:textId="77777777" w:rsidR="006C788C" w:rsidRPr="00433E26" w:rsidRDefault="006C788C" w:rsidP="00433E26">
    <w:pPr>
      <w:spacing w:before="0"/>
      <w:rPr>
        <w:sz w:val="8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0A4152"/>
    <w:multiLevelType w:val="hybridMultilevel"/>
    <w:tmpl w:val="6B46C1C0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A14BB0"/>
    <w:multiLevelType w:val="hybridMultilevel"/>
    <w:tmpl w:val="CC683A86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3744EDE"/>
    <w:multiLevelType w:val="hybridMultilevel"/>
    <w:tmpl w:val="D7FC94DC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13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023193"/>
    <w:multiLevelType w:val="hybridMultilevel"/>
    <w:tmpl w:val="38881D9E"/>
    <w:lvl w:ilvl="0" w:tplc="6B54FF0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9"/>
  </w:num>
  <w:num w:numId="5">
    <w:abstractNumId w:val="13"/>
  </w:num>
  <w:num w:numId="6">
    <w:abstractNumId w:val="4"/>
  </w:num>
  <w:num w:numId="7">
    <w:abstractNumId w:val="15"/>
  </w:num>
  <w:num w:numId="8">
    <w:abstractNumId w:val="3"/>
  </w:num>
  <w:num w:numId="9">
    <w:abstractNumId w:val="17"/>
  </w:num>
  <w:num w:numId="10">
    <w:abstractNumId w:val="14"/>
  </w:num>
  <w:num w:numId="11">
    <w:abstractNumId w:val="8"/>
  </w:num>
  <w:num w:numId="12">
    <w:abstractNumId w:val="0"/>
  </w:num>
  <w:num w:numId="13">
    <w:abstractNumId w:val="10"/>
  </w:num>
  <w:num w:numId="14">
    <w:abstractNumId w:val="13"/>
  </w:num>
  <w:num w:numId="15">
    <w:abstractNumId w:val="12"/>
  </w:num>
  <w:num w:numId="16">
    <w:abstractNumId w:val="11"/>
  </w:num>
  <w:num w:numId="17">
    <w:abstractNumId w:val="16"/>
  </w:num>
  <w:num w:numId="18">
    <w:abstractNumId w:val="7"/>
  </w:num>
  <w:num w:numId="19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A23F80"/>
    <w:rsid w:val="000017CD"/>
    <w:rsid w:val="00001D2B"/>
    <w:rsid w:val="00001E97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6B2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10D6"/>
    <w:rsid w:val="00053445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684"/>
    <w:rsid w:val="000B32DB"/>
    <w:rsid w:val="000B38A2"/>
    <w:rsid w:val="000B45F5"/>
    <w:rsid w:val="000B47CB"/>
    <w:rsid w:val="000B48A9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4B10"/>
    <w:rsid w:val="000E4FB8"/>
    <w:rsid w:val="000E5AAE"/>
    <w:rsid w:val="000E606E"/>
    <w:rsid w:val="000E6DD6"/>
    <w:rsid w:val="000E7AD4"/>
    <w:rsid w:val="000F00C9"/>
    <w:rsid w:val="000F00DF"/>
    <w:rsid w:val="000F0C1A"/>
    <w:rsid w:val="000F3CCD"/>
    <w:rsid w:val="000F5719"/>
    <w:rsid w:val="000F59AC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5B"/>
    <w:rsid w:val="001F1361"/>
    <w:rsid w:val="001F1C90"/>
    <w:rsid w:val="001F28B7"/>
    <w:rsid w:val="001F5227"/>
    <w:rsid w:val="001F5709"/>
    <w:rsid w:val="001F7242"/>
    <w:rsid w:val="002001C4"/>
    <w:rsid w:val="0020086B"/>
    <w:rsid w:val="00200D3D"/>
    <w:rsid w:val="00201781"/>
    <w:rsid w:val="00201D10"/>
    <w:rsid w:val="00202F07"/>
    <w:rsid w:val="00204F2A"/>
    <w:rsid w:val="00206DFE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7B97"/>
    <w:rsid w:val="00280333"/>
    <w:rsid w:val="00280DC9"/>
    <w:rsid w:val="002813C0"/>
    <w:rsid w:val="00284C1A"/>
    <w:rsid w:val="00285FFC"/>
    <w:rsid w:val="00287B77"/>
    <w:rsid w:val="00287BA5"/>
    <w:rsid w:val="002926C0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F79"/>
    <w:rsid w:val="002D64B5"/>
    <w:rsid w:val="002D7379"/>
    <w:rsid w:val="002E075A"/>
    <w:rsid w:val="002E203C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4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839"/>
    <w:rsid w:val="00311A97"/>
    <w:rsid w:val="00313158"/>
    <w:rsid w:val="00313802"/>
    <w:rsid w:val="0031452D"/>
    <w:rsid w:val="0031461B"/>
    <w:rsid w:val="00315427"/>
    <w:rsid w:val="00315535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5DD"/>
    <w:rsid w:val="00334D8B"/>
    <w:rsid w:val="0033650B"/>
    <w:rsid w:val="003411C9"/>
    <w:rsid w:val="003421E8"/>
    <w:rsid w:val="0034255C"/>
    <w:rsid w:val="0034287B"/>
    <w:rsid w:val="003437D4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73C7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F78"/>
    <w:rsid w:val="003E5053"/>
    <w:rsid w:val="003E5369"/>
    <w:rsid w:val="003E594F"/>
    <w:rsid w:val="003E6BC8"/>
    <w:rsid w:val="003E74EE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71BB"/>
    <w:rsid w:val="00467622"/>
    <w:rsid w:val="00470156"/>
    <w:rsid w:val="00471196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4713"/>
    <w:rsid w:val="004B5812"/>
    <w:rsid w:val="004B6ED2"/>
    <w:rsid w:val="004B73B7"/>
    <w:rsid w:val="004B76EA"/>
    <w:rsid w:val="004C096B"/>
    <w:rsid w:val="004C1679"/>
    <w:rsid w:val="004C2F21"/>
    <w:rsid w:val="004C3122"/>
    <w:rsid w:val="004C3937"/>
    <w:rsid w:val="004C3C8D"/>
    <w:rsid w:val="004C3D02"/>
    <w:rsid w:val="004C4BF5"/>
    <w:rsid w:val="004C5043"/>
    <w:rsid w:val="004C530D"/>
    <w:rsid w:val="004C593A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5060B"/>
    <w:rsid w:val="005506CD"/>
    <w:rsid w:val="00551120"/>
    <w:rsid w:val="005514A7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172C"/>
    <w:rsid w:val="00581BAF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600812"/>
    <w:rsid w:val="00601223"/>
    <w:rsid w:val="0060137F"/>
    <w:rsid w:val="006023B7"/>
    <w:rsid w:val="00602B51"/>
    <w:rsid w:val="006058C4"/>
    <w:rsid w:val="00605F69"/>
    <w:rsid w:val="00610370"/>
    <w:rsid w:val="00612AE2"/>
    <w:rsid w:val="006130A1"/>
    <w:rsid w:val="0061559A"/>
    <w:rsid w:val="006157AF"/>
    <w:rsid w:val="0061594C"/>
    <w:rsid w:val="00616714"/>
    <w:rsid w:val="00620C57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4D8"/>
    <w:rsid w:val="00633505"/>
    <w:rsid w:val="00634D4F"/>
    <w:rsid w:val="00635418"/>
    <w:rsid w:val="00637463"/>
    <w:rsid w:val="00645C35"/>
    <w:rsid w:val="00647979"/>
    <w:rsid w:val="00647EBE"/>
    <w:rsid w:val="00652CD3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941"/>
    <w:rsid w:val="00682C06"/>
    <w:rsid w:val="006833F9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29F7"/>
    <w:rsid w:val="006E2B13"/>
    <w:rsid w:val="006E35CD"/>
    <w:rsid w:val="006E3B89"/>
    <w:rsid w:val="006E5257"/>
    <w:rsid w:val="006E5E98"/>
    <w:rsid w:val="006E7588"/>
    <w:rsid w:val="006E7708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DBF"/>
    <w:rsid w:val="00762B3C"/>
    <w:rsid w:val="00762B47"/>
    <w:rsid w:val="00762CFF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35B3"/>
    <w:rsid w:val="00893BB8"/>
    <w:rsid w:val="008950C2"/>
    <w:rsid w:val="00896A8D"/>
    <w:rsid w:val="0089717E"/>
    <w:rsid w:val="00897C1E"/>
    <w:rsid w:val="008A1570"/>
    <w:rsid w:val="008A1944"/>
    <w:rsid w:val="008A300C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557"/>
    <w:rsid w:val="00957223"/>
    <w:rsid w:val="00960023"/>
    <w:rsid w:val="009608BF"/>
    <w:rsid w:val="0096270B"/>
    <w:rsid w:val="00964A61"/>
    <w:rsid w:val="009650DA"/>
    <w:rsid w:val="00965616"/>
    <w:rsid w:val="009662BA"/>
    <w:rsid w:val="00966D4A"/>
    <w:rsid w:val="00967964"/>
    <w:rsid w:val="00970253"/>
    <w:rsid w:val="00970409"/>
    <w:rsid w:val="009733D1"/>
    <w:rsid w:val="00974939"/>
    <w:rsid w:val="00975030"/>
    <w:rsid w:val="0097534E"/>
    <w:rsid w:val="0097611D"/>
    <w:rsid w:val="00976804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54F9"/>
    <w:rsid w:val="009F586F"/>
    <w:rsid w:val="009F6348"/>
    <w:rsid w:val="009F6945"/>
    <w:rsid w:val="009F7D35"/>
    <w:rsid w:val="009F7EAC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80"/>
    <w:rsid w:val="00A23FD5"/>
    <w:rsid w:val="00A24D57"/>
    <w:rsid w:val="00A262A1"/>
    <w:rsid w:val="00A26961"/>
    <w:rsid w:val="00A26F4C"/>
    <w:rsid w:val="00A3082D"/>
    <w:rsid w:val="00A30F5C"/>
    <w:rsid w:val="00A329AE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3A1F"/>
    <w:rsid w:val="00A444CD"/>
    <w:rsid w:val="00A4589B"/>
    <w:rsid w:val="00A46AAE"/>
    <w:rsid w:val="00A46C32"/>
    <w:rsid w:val="00A47D2C"/>
    <w:rsid w:val="00A5279E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3A13"/>
    <w:rsid w:val="00A966C1"/>
    <w:rsid w:val="00A9739E"/>
    <w:rsid w:val="00AA2327"/>
    <w:rsid w:val="00AA45B5"/>
    <w:rsid w:val="00AA55EE"/>
    <w:rsid w:val="00AA58E1"/>
    <w:rsid w:val="00AA597D"/>
    <w:rsid w:val="00AA7C48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C91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F35"/>
    <w:rsid w:val="00BB2771"/>
    <w:rsid w:val="00BB31C5"/>
    <w:rsid w:val="00BB3643"/>
    <w:rsid w:val="00BB574E"/>
    <w:rsid w:val="00BB6B49"/>
    <w:rsid w:val="00BB7F1D"/>
    <w:rsid w:val="00BC0C9B"/>
    <w:rsid w:val="00BC0F47"/>
    <w:rsid w:val="00BC1142"/>
    <w:rsid w:val="00BC17B7"/>
    <w:rsid w:val="00BC218D"/>
    <w:rsid w:val="00BC4530"/>
    <w:rsid w:val="00BC558C"/>
    <w:rsid w:val="00BC793C"/>
    <w:rsid w:val="00BD03FD"/>
    <w:rsid w:val="00BD0B01"/>
    <w:rsid w:val="00BD1E30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611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3658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78E"/>
    <w:rsid w:val="00C72A5A"/>
    <w:rsid w:val="00C73E0A"/>
    <w:rsid w:val="00C7445C"/>
    <w:rsid w:val="00C7451D"/>
    <w:rsid w:val="00C7464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AA"/>
    <w:rsid w:val="00C8324A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675"/>
    <w:rsid w:val="00CC5A38"/>
    <w:rsid w:val="00CC5C4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6BD"/>
    <w:rsid w:val="00CE2B8E"/>
    <w:rsid w:val="00CE2F13"/>
    <w:rsid w:val="00CE35E2"/>
    <w:rsid w:val="00CE3E4D"/>
    <w:rsid w:val="00CE3E92"/>
    <w:rsid w:val="00CE4CF8"/>
    <w:rsid w:val="00CE4D8B"/>
    <w:rsid w:val="00CE693E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CC4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458A"/>
    <w:rsid w:val="00D65775"/>
    <w:rsid w:val="00D65C58"/>
    <w:rsid w:val="00D715B9"/>
    <w:rsid w:val="00D71B12"/>
    <w:rsid w:val="00D71B72"/>
    <w:rsid w:val="00D72AE4"/>
    <w:rsid w:val="00D74F8F"/>
    <w:rsid w:val="00D761BA"/>
    <w:rsid w:val="00D779CE"/>
    <w:rsid w:val="00D8312C"/>
    <w:rsid w:val="00D83ED3"/>
    <w:rsid w:val="00D85DAB"/>
    <w:rsid w:val="00D8656D"/>
    <w:rsid w:val="00D8667B"/>
    <w:rsid w:val="00D86B7D"/>
    <w:rsid w:val="00D873FF"/>
    <w:rsid w:val="00D87620"/>
    <w:rsid w:val="00D91C10"/>
    <w:rsid w:val="00D931D3"/>
    <w:rsid w:val="00D93727"/>
    <w:rsid w:val="00D93B26"/>
    <w:rsid w:val="00D93B62"/>
    <w:rsid w:val="00D95CDD"/>
    <w:rsid w:val="00D9651B"/>
    <w:rsid w:val="00D975FB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250A"/>
    <w:rsid w:val="00E646B9"/>
    <w:rsid w:val="00E651B3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77960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B45"/>
    <w:rsid w:val="00ED199B"/>
    <w:rsid w:val="00ED1B35"/>
    <w:rsid w:val="00ED3340"/>
    <w:rsid w:val="00ED3483"/>
    <w:rsid w:val="00ED3F28"/>
    <w:rsid w:val="00ED3F31"/>
    <w:rsid w:val="00ED4645"/>
    <w:rsid w:val="00ED6269"/>
    <w:rsid w:val="00ED7532"/>
    <w:rsid w:val="00ED7941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5467"/>
    <w:rsid w:val="00F26042"/>
    <w:rsid w:val="00F272D5"/>
    <w:rsid w:val="00F30041"/>
    <w:rsid w:val="00F30414"/>
    <w:rsid w:val="00F317B3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62D1"/>
    <w:rsid w:val="00F8652A"/>
    <w:rsid w:val="00F86793"/>
    <w:rsid w:val="00F87226"/>
    <w:rsid w:val="00F903E6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E2212"/>
    <w:rsid w:val="00FE3A57"/>
    <w:rsid w:val="00FE415A"/>
    <w:rsid w:val="00FE4262"/>
    <w:rsid w:val="00FE4997"/>
    <w:rsid w:val="00FE58E2"/>
    <w:rsid w:val="00FE5B80"/>
    <w:rsid w:val="00FE6300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5029F980"/>
  <w15:docId w15:val="{D3619F56-AEB5-45CF-9150-B8412299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97C1E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108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284"/>
      </w:tabs>
      <w:ind w:left="284" w:hanging="284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styleId="Listenabsatz">
    <w:name w:val="List Paragraph"/>
    <w:basedOn w:val="Standard"/>
    <w:uiPriority w:val="34"/>
    <w:rsid w:val="00A23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BURAUT\Templates\OU02\BABS_AUSB\D_Arbeitspapier_A4_hoch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B70DF-DD20-4F93-8A07-F3D642FDB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6D008F-0067-4D60-AED0-738A253E910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BD01E1-3C13-4083-88FE-40C5A91DDB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1792BE-F40E-49B0-8115-9ADBBD2F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D_Arbeitspapier_A4_hoch</Template>
  <TotalTime>0</TotalTime>
  <Pages>1</Pages>
  <Words>325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F_Arbeitspapier_A4_hoch</vt:lpstr>
      <vt:lpstr>F_Arbeitspapier_A4_hoch</vt:lpstr>
    </vt:vector>
  </TitlesOfParts>
  <Manager/>
  <Company>BURAUT VBS</Company>
  <LinksUpToDate>false</LinksUpToDate>
  <CharactersWithSpaces>2374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F_Arbeitspapier_A4_hoch</dc:title>
  <dc:subject/>
  <dc:creator>Käser Valerie BABS</dc:creator>
  <cp:keywords/>
  <dc:description/>
  <cp:lastModifiedBy>Bieri Markus BABS</cp:lastModifiedBy>
  <cp:revision>3</cp:revision>
  <cp:lastPrinted>2015-12-16T11:46:00Z</cp:lastPrinted>
  <dcterms:created xsi:type="dcterms:W3CDTF">2022-05-31T08:01:00Z</dcterms:created>
  <dcterms:modified xsi:type="dcterms:W3CDTF">2022-05-31T10:20:00Z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2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swissmentor://babs.swissmentor.com/navigate/AllgemeinesDokument/154344/F_Arbeitspapier_A4_hoch.docx</vt:lpwstr>
  </property>
  <property fmtid="{D5CDD505-2E9C-101B-9397-08002B2CF9AE}" pid="5" name="ContentTypeId">
    <vt:lpwstr>0x010100FAD7FD9C1818A44A88B464B34A6C0620</vt:lpwstr>
  </property>
</Properties>
</file>